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E960BB" w:rsidR="006E5D65" w:rsidP="5A18233E" w:rsidRDefault="00CD6897" w14:paraId="0E25C0FF" w14:textId="77777777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5A18233E" w:rsidR="00D8678B">
        <w:rPr>
          <w:rFonts w:ascii="Corbel" w:hAnsi="Corbel"/>
          <w:i/>
          <w:iCs/>
        </w:rPr>
        <w:t xml:space="preserve">Załącznik nr </w:t>
      </w:r>
      <w:r w:rsidRPr="5A18233E" w:rsidR="006F31E2">
        <w:rPr>
          <w:rFonts w:ascii="Corbel" w:hAnsi="Corbel"/>
          <w:i/>
          <w:iCs/>
        </w:rPr>
        <w:t>1.5</w:t>
      </w:r>
      <w:r w:rsidRPr="5A18233E" w:rsidR="00D8678B">
        <w:rPr>
          <w:rFonts w:ascii="Corbel" w:hAnsi="Corbel"/>
          <w:i/>
          <w:iCs/>
        </w:rPr>
        <w:t xml:space="preserve"> do Zarządzenia</w:t>
      </w:r>
      <w:r w:rsidRPr="5A18233E" w:rsidR="002A22BF">
        <w:rPr>
          <w:rFonts w:ascii="Corbel" w:hAnsi="Corbel"/>
          <w:i/>
          <w:iCs/>
        </w:rPr>
        <w:t xml:space="preserve"> Rektora UR</w:t>
      </w:r>
      <w:r w:rsidRPr="5A18233E">
        <w:rPr>
          <w:rFonts w:ascii="Corbel" w:hAnsi="Corbel"/>
          <w:i/>
          <w:iCs/>
        </w:rPr>
        <w:t xml:space="preserve"> nr </w:t>
      </w:r>
      <w:r w:rsidRPr="5A18233E" w:rsidR="00F17567">
        <w:rPr>
          <w:rFonts w:ascii="Corbel" w:hAnsi="Corbel"/>
          <w:i/>
          <w:iCs/>
        </w:rPr>
        <w:t>12/2019</w:t>
      </w:r>
    </w:p>
    <w:p w:rsidRPr="009C54AE" w:rsidR="0085747A" w:rsidP="009C54AE" w:rsidRDefault="0085747A" w14:paraId="0E25C10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A4832" w:rsidRDefault="0071620A" w14:paraId="0E25C101" w14:textId="2A08ABD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A4289">
        <w:rPr>
          <w:rFonts w:ascii="Corbel" w:hAnsi="Corbel"/>
          <w:b/>
          <w:smallCaps/>
          <w:sz w:val="24"/>
          <w:szCs w:val="24"/>
        </w:rPr>
        <w:t xml:space="preserve"> </w:t>
      </w:r>
      <w:r w:rsidR="000801EC">
        <w:rPr>
          <w:rFonts w:ascii="Corbel" w:hAnsi="Corbel"/>
          <w:i/>
          <w:smallCaps/>
          <w:sz w:val="24"/>
          <w:szCs w:val="24"/>
        </w:rPr>
        <w:t>2022-2025</w:t>
      </w:r>
    </w:p>
    <w:p w:rsidRPr="00EA4832" w:rsidR="00445970" w:rsidP="002216A0" w:rsidRDefault="005114F5" w14:paraId="0E25C104" w14:textId="1C6AF2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E6001F">
        <w:rPr>
          <w:rFonts w:ascii="Corbel" w:hAnsi="Corbel"/>
          <w:sz w:val="20"/>
          <w:szCs w:val="20"/>
        </w:rPr>
        <w:t>202</w:t>
      </w:r>
      <w:r w:rsidR="000801EC">
        <w:rPr>
          <w:rFonts w:ascii="Corbel" w:hAnsi="Corbel"/>
          <w:sz w:val="20"/>
          <w:szCs w:val="20"/>
        </w:rPr>
        <w:t>4</w:t>
      </w:r>
      <w:r w:rsidR="00E6001F">
        <w:rPr>
          <w:rFonts w:ascii="Corbel" w:hAnsi="Corbel"/>
          <w:sz w:val="20"/>
          <w:szCs w:val="20"/>
        </w:rPr>
        <w:t>/202</w:t>
      </w:r>
      <w:r w:rsidR="000801EC">
        <w:rPr>
          <w:rFonts w:ascii="Corbel" w:hAnsi="Corbel"/>
          <w:sz w:val="20"/>
          <w:szCs w:val="20"/>
        </w:rPr>
        <w:t>5</w:t>
      </w:r>
    </w:p>
    <w:p w:rsidRPr="009C54AE" w:rsidR="0085747A" w:rsidP="009C54AE" w:rsidRDefault="0085747A" w14:paraId="0E25C10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E25C10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BFBF5F8" w14:paraId="0E25C10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E25C1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1C4F8A" w:rsidRDefault="00221AA5" w14:paraId="0E25C108" w14:textId="1AC639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Ekonomia sektora kultury i edukacji</w:t>
            </w:r>
          </w:p>
        </w:tc>
      </w:tr>
      <w:tr w:rsidRPr="009C54AE" w:rsidR="0085747A" w:rsidTr="6BFBF5F8" w14:paraId="0E25C10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E25C10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C4F8A" w14:paraId="0E25C10B" w14:textId="3B1398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27157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427157">
              <w:rPr>
                <w:rFonts w:ascii="Corbel" w:hAnsi="Corbel"/>
                <w:b w:val="0"/>
                <w:sz w:val="24"/>
                <w:szCs w:val="24"/>
              </w:rPr>
              <w:t>/C-1.8a</w:t>
            </w:r>
          </w:p>
        </w:tc>
      </w:tr>
      <w:tr w:rsidRPr="009C54AE" w:rsidR="0085747A" w:rsidTr="6BFBF5F8" w14:paraId="0E25C10F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0E25C10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0E25C10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6BFBF5F8" w14:paraId="0E25C11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25C1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03D40" w14:paraId="0E25C111" w14:textId="2B34AF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6BFBF5F8" w14:paraId="0E25C11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25C11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227A1" w14:paraId="0E25C114" w14:textId="4334DC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6BFBF5F8" w14:paraId="0E25C118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0E25C11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0E25C117" w14:textId="12E0D9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3D4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6BFBF5F8" w14:paraId="0E25C11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25C1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0E25C11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6BFBF5F8" w14:paraId="0E25C11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25C1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0E25C11D" w14:textId="32A917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6BFBF5F8" w14:paraId="0E25C12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25C1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3257B" w14:paraId="0E25C120" w14:textId="3BB521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Pr="009C54AE" w:rsidR="0085747A" w:rsidTr="6BFBF5F8" w14:paraId="0E25C12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25C12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0E25C123" w14:textId="5C156D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923D7D" w:rsidTr="6BFBF5F8" w14:paraId="0E25C127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0E25C1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17512A" w14:paraId="0E25C12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6BFBF5F8" w14:paraId="0E25C12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25C1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BFBF5F8" w:rsidRDefault="00456991" w14:paraId="0E25C129" w14:textId="2B7E6D4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BFBF5F8" w:rsidR="0045699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dr hab. Dariusz Zając, </w:t>
            </w:r>
            <w:r w:rsidRPr="6BFBF5F8" w:rsidR="00456991">
              <w:rPr>
                <w:rFonts w:ascii="Corbel" w:hAnsi="Corbel"/>
                <w:b w:val="0"/>
                <w:bCs w:val="0"/>
                <w:sz w:val="24"/>
                <w:szCs w:val="24"/>
              </w:rPr>
              <w:t>prof.</w:t>
            </w:r>
            <w:r w:rsidRPr="6BFBF5F8" w:rsidR="0045699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UR</w:t>
            </w:r>
          </w:p>
        </w:tc>
      </w:tr>
      <w:tr w:rsidRPr="009C54AE" w:rsidR="0085747A" w:rsidTr="6BFBF5F8" w14:paraId="0E25C12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25C1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BFBF5F8" w:rsidRDefault="00456991" w14:paraId="0E25C12C" w14:textId="2942B8D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BFBF5F8" w:rsidR="0045699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dr hab. Dariusz Zając, </w:t>
            </w:r>
            <w:r w:rsidRPr="6BFBF5F8" w:rsidR="00456991">
              <w:rPr>
                <w:rFonts w:ascii="Corbel" w:hAnsi="Corbel"/>
                <w:b w:val="0"/>
                <w:bCs w:val="0"/>
                <w:sz w:val="24"/>
                <w:szCs w:val="24"/>
              </w:rPr>
              <w:t>prof.</w:t>
            </w:r>
            <w:r w:rsidRPr="6BFBF5F8" w:rsidR="0045699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UR</w:t>
            </w:r>
          </w:p>
        </w:tc>
      </w:tr>
    </w:tbl>
    <w:p w:rsidRPr="009C54AE" w:rsidR="0085747A" w:rsidP="009C54AE" w:rsidRDefault="0085747A" w14:paraId="0E25C12E" w14:textId="4199A1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221A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0E25C130" w14:textId="557AD031">
      <w:pPr>
        <w:pStyle w:val="Podpunkty"/>
        <w:ind w:left="284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1.</w:t>
      </w:r>
      <w:r w:rsidRPr="5A18233E" w:rsidR="00E22FBC">
        <w:rPr>
          <w:rFonts w:ascii="Corbel" w:hAnsi="Corbel"/>
          <w:sz w:val="24"/>
          <w:szCs w:val="24"/>
        </w:rPr>
        <w:t>1</w:t>
      </w:r>
      <w:r w:rsidRPr="5A18233E">
        <w:rPr>
          <w:rFonts w:ascii="Corbel" w:hAnsi="Corbel"/>
          <w:sz w:val="24"/>
          <w:szCs w:val="24"/>
        </w:rPr>
        <w:t>.</w:t>
      </w:r>
      <w:r w:rsidRPr="5A18233E" w:rsidR="64FE680D">
        <w:rPr>
          <w:rFonts w:ascii="Corbel" w:hAnsi="Corbel"/>
          <w:sz w:val="24"/>
          <w:szCs w:val="24"/>
        </w:rPr>
        <w:t xml:space="preserve"> </w:t>
      </w:r>
      <w:r w:rsidRPr="5A18233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Pr="009C54AE" w:rsidR="00923D7D" w:rsidP="009C54AE" w:rsidRDefault="00923D7D" w14:paraId="0E25C13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2D7FAC" w14:paraId="0E25C13D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0E25C13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E25C1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E25C1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E25C1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E25C1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E25C1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5C13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E25C13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E25C13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E25C13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E25C13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2D7FAC" w14:paraId="0E25C148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F457A8" w14:paraId="0E25C13E" w14:textId="228EFE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935F2" w14:paraId="0E25C13F" w14:textId="48B3A4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935F2" w14:paraId="0E25C140" w14:textId="3137D5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5C1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5C14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5C14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5C14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5C14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5C14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32466" w14:paraId="0E25C147" w14:textId="21B05B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0E25C15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E25C15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5A18233E" w:rsidRDefault="0085747A" w14:paraId="0E25C156" w14:textId="0FA7C49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1.</w:t>
      </w:r>
      <w:r w:rsidRPr="5A18233E" w:rsidR="00E22FBC">
        <w:rPr>
          <w:rFonts w:ascii="Corbel" w:hAnsi="Corbel"/>
          <w:smallCaps w:val="0"/>
        </w:rPr>
        <w:t>2</w:t>
      </w:r>
      <w:r w:rsidRPr="5A18233E" w:rsidR="00F83B28">
        <w:rPr>
          <w:rFonts w:ascii="Corbel" w:hAnsi="Corbel"/>
          <w:smallCaps w:val="0"/>
        </w:rPr>
        <w:t>.</w:t>
      </w:r>
      <w:r w:rsidRPr="5A18233E" w:rsidR="327FB030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5A18233E">
        <w:rPr>
          <w:rFonts w:ascii="Corbel" w:hAnsi="Corbel"/>
          <w:smallCaps w:val="0"/>
        </w:rPr>
        <w:t xml:space="preserve">Sposób realizacji zajęć  </w:t>
      </w:r>
    </w:p>
    <w:p w:rsidRPr="00FD7701" w:rsidR="0081352B" w:rsidP="0081352B" w:rsidRDefault="0081352B" w14:paraId="18CC5D46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 w:rsidRPr="00FD7701">
        <w:rPr>
          <w:rStyle w:val="normaltextrun"/>
          <w:rFonts w:ascii="Wingdings" w:hAnsi="Wingdings" w:eastAsia="Wingdings" w:cs="Wingdings"/>
        </w:rPr>
        <w:t>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eastAsia="Calibri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:rsidRPr="00FD7701" w:rsidR="0081352B" w:rsidP="0081352B" w:rsidRDefault="0081352B" w14:paraId="73230AFC" w14:textId="777777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:rsidRPr="009C54AE" w:rsidR="0085747A" w:rsidP="009C54AE" w:rsidRDefault="0085747A" w14:paraId="0E25C15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21AA5" w:rsidP="5A18233E" w:rsidRDefault="00E22FBC" w14:paraId="76169DD0" w14:textId="6ADC14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1.3</w:t>
      </w:r>
      <w:r w:rsidRPr="5A18233E" w:rsidR="07E3A8BF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5A18233E">
        <w:rPr>
          <w:rFonts w:ascii="Corbel" w:hAnsi="Corbel"/>
          <w:smallCaps w:val="0"/>
        </w:rPr>
        <w:t>For</w:t>
      </w:r>
      <w:r w:rsidRPr="5A18233E" w:rsidR="00445970">
        <w:rPr>
          <w:rFonts w:ascii="Corbel" w:hAnsi="Corbel"/>
          <w:smallCaps w:val="0"/>
        </w:rPr>
        <w:t>ma zaliczenia przedmiotu</w:t>
      </w:r>
      <w:r w:rsidRPr="5A18233E">
        <w:rPr>
          <w:rFonts w:ascii="Corbel" w:hAnsi="Corbel"/>
          <w:smallCaps w:val="0"/>
        </w:rPr>
        <w:t xml:space="preserve"> (z toku)</w:t>
      </w:r>
      <w:r w:rsidRPr="5A18233E" w:rsidR="002010C2">
        <w:rPr>
          <w:rFonts w:ascii="Corbel" w:hAnsi="Corbel"/>
          <w:smallCaps w:val="0"/>
        </w:rPr>
        <w:t>:</w:t>
      </w:r>
    </w:p>
    <w:p w:rsidRPr="009C54AE" w:rsidR="00E22FBC" w:rsidP="00F83B28" w:rsidRDefault="00E22FBC" w14:paraId="0E25C15A" w14:textId="4DD923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P="009C54AE" w:rsidRDefault="009C54AE" w14:paraId="0E25C15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5A18233E" w:rsidRDefault="0085747A" w14:paraId="0E25C15D" w14:textId="36CAF6ED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2.</w:t>
      </w:r>
      <w:r w:rsidRPr="5A18233E" w:rsidR="05D364DF">
        <w:rPr>
          <w:rFonts w:ascii="Corbel" w:hAnsi="Corbel"/>
        </w:rPr>
        <w:t xml:space="preserve"> </w:t>
      </w:r>
      <w:r w:rsidRPr="5A18233E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1648C6" w14:paraId="0E25C160" w14:textId="77777777">
        <w:trPr>
          <w:trHeight w:val="323"/>
        </w:trPr>
        <w:tc>
          <w:tcPr>
            <w:tcW w:w="9670" w:type="dxa"/>
          </w:tcPr>
          <w:p w:rsidRPr="009C54AE" w:rsidR="0085747A" w:rsidP="009C54AE" w:rsidRDefault="00CD3E39" w14:paraId="0E25C15F" w14:textId="5114ED6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makroekonomii, ekonomii sektora publicznego</w:t>
            </w:r>
          </w:p>
        </w:tc>
      </w:tr>
    </w:tbl>
    <w:p w:rsidR="00153C41" w:rsidP="009C54AE" w:rsidRDefault="00153C41" w14:paraId="0E25C16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5A18233E" w:rsidRDefault="0071620A" w14:paraId="0E25C162" w14:textId="4BCAC623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3.</w:t>
      </w:r>
      <w:r w:rsidRPr="5A18233E" w:rsidR="6EB91F5A">
        <w:rPr>
          <w:rFonts w:ascii="Corbel" w:hAnsi="Corbel"/>
        </w:rPr>
        <w:t xml:space="preserve"> </w:t>
      </w:r>
      <w:r w:rsidRPr="5A18233E" w:rsidR="00A84C85">
        <w:rPr>
          <w:rFonts w:ascii="Corbel" w:hAnsi="Corbel"/>
        </w:rPr>
        <w:t>cele, efekty uczenia się</w:t>
      </w:r>
      <w:r w:rsidRPr="5A18233E" w:rsidR="0085747A">
        <w:rPr>
          <w:rFonts w:ascii="Corbel" w:hAnsi="Corbel"/>
        </w:rPr>
        <w:t>, treści Programowe i stosowane metody Dydaktyczne</w:t>
      </w:r>
    </w:p>
    <w:p w:rsidRPr="00C05F44" w:rsidR="0085747A" w:rsidP="009C54AE" w:rsidRDefault="0085747A" w14:paraId="0E25C16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E25C164" w14:textId="6F267237">
      <w:pPr>
        <w:pStyle w:val="Podpunkty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3.1</w:t>
      </w:r>
      <w:r w:rsidRPr="5A18233E" w:rsidR="5D03CBDE">
        <w:rPr>
          <w:rFonts w:ascii="Corbel" w:hAnsi="Corbel"/>
          <w:sz w:val="24"/>
          <w:szCs w:val="24"/>
        </w:rPr>
        <w:t>.</w:t>
      </w:r>
      <w:r w:rsidRPr="5A18233E">
        <w:rPr>
          <w:rFonts w:ascii="Corbel" w:hAnsi="Corbel"/>
          <w:sz w:val="24"/>
          <w:szCs w:val="24"/>
        </w:rPr>
        <w:t xml:space="preserve"> </w:t>
      </w:r>
      <w:r w:rsidRPr="5A18233E"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E25C16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Pr="009C54AE" w:rsidR="0085747A" w:rsidTr="002B1F0A" w14:paraId="0E25C168" w14:textId="77777777">
        <w:tc>
          <w:tcPr>
            <w:tcW w:w="842" w:type="dxa"/>
            <w:vAlign w:val="center"/>
          </w:tcPr>
          <w:p w:rsidRPr="009C54AE" w:rsidR="0085747A" w:rsidP="009C54AE" w:rsidRDefault="0085747A" w14:paraId="0E25C16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8" w:type="dxa"/>
            <w:vAlign w:val="center"/>
          </w:tcPr>
          <w:p w:rsidRPr="009C54AE" w:rsidR="0085747A" w:rsidP="009C54AE" w:rsidRDefault="009D023A" w14:paraId="0E25C167" w14:textId="7C6D8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Wprowadzenie podstawowych zagadnień z zakresu ekonomii kultury</w:t>
            </w:r>
          </w:p>
        </w:tc>
      </w:tr>
      <w:tr w:rsidRPr="009C54AE" w:rsidR="0085747A" w:rsidTr="002B1F0A" w14:paraId="0E25C16B" w14:textId="77777777">
        <w:tc>
          <w:tcPr>
            <w:tcW w:w="842" w:type="dxa"/>
            <w:vAlign w:val="center"/>
          </w:tcPr>
          <w:p w:rsidRPr="009C54AE" w:rsidR="0085747A" w:rsidP="009C54AE" w:rsidRDefault="002B1F0A" w14:paraId="0E25C169" w14:textId="2AC1D52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:rsidRPr="009C54AE" w:rsidR="0085747A" w:rsidP="009C54AE" w:rsidRDefault="002B1F0A" w14:paraId="0E25C16A" w14:textId="59B262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Ukazanie, poprzez adaptację interdyscyplinarnego podejścia, rosnącej roli sektora kultury i edukacji w rozwoju gospodarczym oraz pomnażaniu bogactwa kraju, szczególnie w kontekście nasilającej się globalizacji, gdzie kultura jest postrzegana jako element sprzeciwiający się homogenizacji/konwergencji społeczeństw i organizacji, a tym samym będąca potencjalnie źródłem przewag komparatywnych na poziomie zarówno lokalnym, regionalnym jak i (między)narodowym</w:t>
            </w:r>
          </w:p>
        </w:tc>
      </w:tr>
    </w:tbl>
    <w:p w:rsidRPr="009C54AE" w:rsidR="0085747A" w:rsidP="009C54AE" w:rsidRDefault="0085747A" w14:paraId="0E25C16F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E25C170" w14:textId="609D329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3.2</w:t>
      </w:r>
      <w:r w:rsidRPr="5A18233E" w:rsidR="4E60A173">
        <w:rPr>
          <w:rFonts w:ascii="Corbel" w:hAnsi="Corbel"/>
          <w:b/>
          <w:bCs/>
          <w:sz w:val="24"/>
          <w:szCs w:val="24"/>
        </w:rPr>
        <w:t>.</w:t>
      </w:r>
      <w:r w:rsidRPr="5A18233E">
        <w:rPr>
          <w:rFonts w:ascii="Corbel" w:hAnsi="Corbel"/>
          <w:b/>
          <w:bCs/>
          <w:sz w:val="24"/>
          <w:szCs w:val="24"/>
        </w:rPr>
        <w:t xml:space="preserve"> </w:t>
      </w:r>
      <w:r w:rsidRPr="5A18233E" w:rsidR="001D7B54">
        <w:rPr>
          <w:rFonts w:ascii="Corbel" w:hAnsi="Corbel"/>
          <w:b/>
          <w:bCs/>
          <w:sz w:val="24"/>
          <w:szCs w:val="24"/>
        </w:rPr>
        <w:t xml:space="preserve">Efekty </w:t>
      </w:r>
      <w:r w:rsidRPr="5A18233E" w:rsidR="00C05F44">
        <w:rPr>
          <w:rFonts w:ascii="Corbel" w:hAnsi="Corbel"/>
          <w:b/>
          <w:bCs/>
          <w:sz w:val="24"/>
          <w:szCs w:val="24"/>
        </w:rPr>
        <w:t xml:space="preserve">uczenia się </w:t>
      </w:r>
      <w:r w:rsidRPr="5A18233E" w:rsidR="001D7B54">
        <w:rPr>
          <w:rFonts w:ascii="Corbel" w:hAnsi="Corbel"/>
          <w:b/>
          <w:bCs/>
          <w:sz w:val="24"/>
          <w:szCs w:val="24"/>
        </w:rPr>
        <w:t>dla przedmiotu</w:t>
      </w:r>
    </w:p>
    <w:p w:rsidRPr="009C54AE" w:rsidR="001D7B54" w:rsidP="009C54AE" w:rsidRDefault="001D7B54" w14:paraId="0E25C17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38386854" w14:paraId="0E25C175" w14:textId="77777777">
        <w:tc>
          <w:tcPr>
            <w:tcW w:w="1701" w:type="dxa"/>
            <w:vAlign w:val="center"/>
          </w:tcPr>
          <w:p w:rsidRPr="009C54AE" w:rsidR="0085747A" w:rsidP="009C54AE" w:rsidRDefault="0085747A" w14:paraId="0E25C17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0E25C17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5A18233E" w:rsidRDefault="0085747A" w14:paraId="0E25C1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Pr="5A18233E" w:rsidR="0030395F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Pr="009C54AE" w:rsidR="0085747A" w:rsidTr="38386854" w14:paraId="0E25C179" w14:textId="77777777">
        <w:tc>
          <w:tcPr>
            <w:tcW w:w="1701" w:type="dxa"/>
          </w:tcPr>
          <w:p w:rsidRPr="009C54AE" w:rsidR="0085747A" w:rsidP="005114F5" w:rsidRDefault="0085747A" w14:paraId="0E25C176" w14:textId="1E413F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9C54AE" w:rsidR="0085747A" w:rsidP="009C54AE" w:rsidRDefault="00FC4C46" w14:paraId="0E25C177" w14:textId="64871A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podstawowe pojęcia oraz teorie pozwalające na omawianie problematyki związanej z ekonomią sektora kultury i edukacji oraz jest świadomy zachodzących w nich procesów gospodarczych oraz powiązań z innymi obszarami życia</w:t>
            </w:r>
          </w:p>
        </w:tc>
        <w:tc>
          <w:tcPr>
            <w:tcW w:w="1873" w:type="dxa"/>
          </w:tcPr>
          <w:p w:rsidRPr="00221AA5" w:rsidR="0085747A" w:rsidP="00221AA5" w:rsidRDefault="00EB3171" w14:paraId="5A9CF50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K_W01</w:t>
            </w:r>
          </w:p>
          <w:p w:rsidRPr="00221AA5" w:rsidR="00C96D34" w:rsidP="00221AA5" w:rsidRDefault="00C96D34" w14:paraId="2E5716BC" w14:textId="13EBAD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2</w:t>
            </w:r>
          </w:p>
          <w:p w:rsidRPr="00221AA5" w:rsidR="00F73EB4" w:rsidP="00221AA5" w:rsidRDefault="00F14BB7" w14:paraId="77105F88" w14:textId="095495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4</w:t>
            </w:r>
          </w:p>
          <w:p w:rsidRPr="00221AA5" w:rsidR="005B43C5" w:rsidP="00221AA5" w:rsidRDefault="005B43C5" w14:paraId="0E25C178" w14:textId="53CE89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5</w:t>
            </w:r>
          </w:p>
        </w:tc>
      </w:tr>
      <w:tr w:rsidRPr="009C54AE" w:rsidR="0085747A" w:rsidTr="38386854" w14:paraId="0E25C17D" w14:textId="77777777">
        <w:tc>
          <w:tcPr>
            <w:tcW w:w="1701" w:type="dxa"/>
          </w:tcPr>
          <w:p w:rsidRPr="009C54AE" w:rsidR="0085747A" w:rsidP="009C54AE" w:rsidRDefault="0085747A" w14:paraId="0E25C1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9C54AE" w:rsidRDefault="00120E59" w14:paraId="0E25C17B" w14:textId="4201FD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zastosować adekwatne teorie i narzędzia ekonomiczne do analizy i interpretacji zjawisk zachodzących w sektorze kultury i edukacji</w:t>
            </w:r>
          </w:p>
        </w:tc>
        <w:tc>
          <w:tcPr>
            <w:tcW w:w="1873" w:type="dxa"/>
          </w:tcPr>
          <w:p w:rsidRPr="00221AA5" w:rsidR="0085747A" w:rsidP="00221AA5" w:rsidRDefault="00414001" w14:paraId="4E4943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K_U01</w:t>
            </w:r>
          </w:p>
          <w:p w:rsidRPr="00221AA5" w:rsidR="009A6A52" w:rsidP="00221AA5" w:rsidRDefault="009A6A52" w14:paraId="085C6BC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K_U02</w:t>
            </w:r>
          </w:p>
          <w:p w:rsidRPr="00221AA5" w:rsidR="00585B60" w:rsidP="00221AA5" w:rsidRDefault="00585B60" w14:paraId="0E25C17C" w14:textId="2FCA27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K_U0</w:t>
            </w:r>
            <w:r w:rsidR="00035035">
              <w:rPr>
                <w:rFonts w:ascii="Corbel" w:hAnsi="Corbel"/>
                <w:b w:val="0"/>
                <w:bCs/>
              </w:rPr>
              <w:t>3</w:t>
            </w:r>
          </w:p>
        </w:tc>
      </w:tr>
      <w:tr w:rsidRPr="009C54AE" w:rsidR="0085747A" w:rsidTr="38386854" w14:paraId="0E25C181" w14:textId="77777777">
        <w:tc>
          <w:tcPr>
            <w:tcW w:w="1701" w:type="dxa"/>
          </w:tcPr>
          <w:p w:rsidRPr="009C54AE" w:rsidR="0085747A" w:rsidP="009C54AE" w:rsidRDefault="0085747A" w14:paraId="0E25C17E" w14:textId="7A811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C3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85747A" w:rsidP="38386854" w:rsidRDefault="00040C36" w14:paraId="0E25C17F" w14:textId="0327B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>Na podstawie zgromadzonych informacji student potrafi przedstawić własną interpretację procesów zachodzących na styku kultury, edukacji i gospodarki lub potrafi identyfikować przyczyny uniemożliwiające dokonanie takiej interpretacji</w:t>
            </w:r>
          </w:p>
        </w:tc>
        <w:tc>
          <w:tcPr>
            <w:tcW w:w="1873" w:type="dxa"/>
          </w:tcPr>
          <w:p w:rsidR="0085747A" w:rsidP="00221AA5" w:rsidRDefault="000A4D08" w14:paraId="4B94EA4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K_K01</w:t>
            </w:r>
          </w:p>
          <w:p w:rsidR="00035035" w:rsidP="00221AA5" w:rsidRDefault="00035035" w14:paraId="4CBC4A35" w14:textId="5E313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3</w:t>
            </w:r>
          </w:p>
          <w:p w:rsidRPr="00221AA5" w:rsidR="00035035" w:rsidP="00221AA5" w:rsidRDefault="00035035" w14:paraId="0E25C180" w14:textId="72B010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4</w:t>
            </w:r>
          </w:p>
        </w:tc>
      </w:tr>
    </w:tbl>
    <w:p w:rsidRPr="009C54AE" w:rsidR="0085747A" w:rsidP="009C54AE" w:rsidRDefault="0085747A" w14:paraId="0E25C18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5A18233E" w:rsidRDefault="00675843" w14:paraId="0E25C183" w14:textId="1F8AC679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3.3</w:t>
      </w:r>
      <w:r w:rsidRPr="5A18233E" w:rsidR="62DFF3FD">
        <w:rPr>
          <w:rFonts w:ascii="Corbel" w:hAnsi="Corbel"/>
          <w:b/>
          <w:bCs/>
          <w:sz w:val="24"/>
          <w:szCs w:val="24"/>
        </w:rPr>
        <w:t xml:space="preserve">. </w:t>
      </w:r>
      <w:r w:rsidRPr="5A18233E" w:rsidR="0085747A">
        <w:rPr>
          <w:rFonts w:ascii="Corbel" w:hAnsi="Corbel"/>
          <w:b/>
          <w:bCs/>
          <w:sz w:val="24"/>
          <w:szCs w:val="24"/>
        </w:rPr>
        <w:t>T</w:t>
      </w:r>
      <w:r w:rsidRPr="5A18233E" w:rsidR="001D7B54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:rsidRPr="009C54AE" w:rsidR="0085747A" w:rsidP="009C54AE" w:rsidRDefault="0085747A" w14:paraId="0E25C184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0E25C18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F23957" w14:paraId="0E25C187" w14:textId="77777777">
        <w:tc>
          <w:tcPr>
            <w:tcW w:w="9520" w:type="dxa"/>
          </w:tcPr>
          <w:p w:rsidRPr="009C54AE" w:rsidR="0085747A" w:rsidP="009C54AE" w:rsidRDefault="0085747A" w14:paraId="0E25C18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F23957" w:rsidTr="00F23957" w14:paraId="5B8B980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F23957" w:rsidP="00F23957" w:rsidRDefault="00F23957" w14:paraId="0DC50CE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a rozwój gospodarczy</w:t>
            </w:r>
          </w:p>
        </w:tc>
      </w:tr>
      <w:tr w:rsidRPr="009C54AE" w:rsidR="00F23957" w:rsidTr="00F23957" w14:paraId="738B2FE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23957" w:rsidP="00F23957" w:rsidRDefault="00F23957" w14:paraId="1554DC1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kultury – zakres i rys historyczny</w:t>
            </w:r>
          </w:p>
        </w:tc>
      </w:tr>
      <w:tr w:rsidRPr="009C54AE" w:rsidR="00F23957" w:rsidTr="00F23957" w14:paraId="2F9AB1D7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23957" w:rsidP="00F23957" w:rsidRDefault="00F23957" w14:paraId="3DBA4FF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wartości a rozwój kultury i gospodarki</w:t>
            </w:r>
          </w:p>
        </w:tc>
      </w:tr>
      <w:tr w:rsidRPr="009C54AE" w:rsidR="00F23957" w:rsidTr="00F23957" w14:paraId="4BF980F6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23957" w:rsidP="00F23957" w:rsidRDefault="00F23957" w14:paraId="5CA5494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kapitału kulturowego</w:t>
            </w:r>
          </w:p>
        </w:tc>
      </w:tr>
      <w:tr w:rsidRPr="009C54AE" w:rsidR="00F23957" w:rsidTr="00F23957" w14:paraId="37E49BBA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23957" w:rsidP="00F23957" w:rsidRDefault="00F23957" w14:paraId="3DD5387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ekonomiczne wykorzystywane w ekonomii kultury</w:t>
            </w:r>
          </w:p>
        </w:tc>
      </w:tr>
      <w:tr w:rsidRPr="009C54AE" w:rsidR="00F23957" w:rsidTr="00F23957" w14:paraId="53390B15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23957" w:rsidP="00F23957" w:rsidRDefault="00F23957" w14:paraId="58370EA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publiczne, efekty zewnętrzne i koszty transakcyjne w sektorze kultury</w:t>
            </w:r>
          </w:p>
        </w:tc>
      </w:tr>
      <w:tr w:rsidRPr="009C54AE" w:rsidR="00F23957" w:rsidTr="00F23957" w14:paraId="7A1B6E7A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23957" w:rsidP="00F23957" w:rsidRDefault="00F23957" w14:paraId="4E6B013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ekonomiczna sektora kultury i edukacji</w:t>
            </w:r>
          </w:p>
        </w:tc>
      </w:tr>
      <w:tr w:rsidRPr="009C54AE" w:rsidR="00F23957" w:rsidTr="00F23957" w14:paraId="4C018B9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23957" w:rsidP="00F23957" w:rsidRDefault="00F23957" w14:paraId="096A3F0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Rynki towarów i usług kultury i edukacji</w:t>
            </w:r>
          </w:p>
        </w:tc>
      </w:tr>
      <w:tr w:rsidRPr="009C54AE" w:rsidR="00F23957" w:rsidTr="00F23957" w14:paraId="4A2E296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23957" w:rsidP="00F23957" w:rsidRDefault="00F23957" w14:paraId="7255370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Ekonomiczna organizacja przemysłów kreatywnych</w:t>
            </w:r>
          </w:p>
        </w:tc>
      </w:tr>
      <w:tr w:rsidRPr="009C54AE" w:rsidR="00F23957" w:rsidTr="00F23957" w14:paraId="27C6A204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23957" w:rsidP="00F23957" w:rsidRDefault="00F23957" w14:paraId="67F7C82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Dziedzictwo kulturowe – ekonomiczne aspekty</w:t>
            </w:r>
          </w:p>
        </w:tc>
      </w:tr>
      <w:tr w:rsidRPr="009C54AE" w:rsidR="00F23957" w:rsidTr="00F23957" w14:paraId="28D6336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F23957" w:rsidP="00F23957" w:rsidRDefault="00F23957" w14:paraId="0A42341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dobrobytu: powody, finansowanie, koszty i korzyści polityki kulturalnej </w:t>
            </w:r>
          </w:p>
        </w:tc>
      </w:tr>
    </w:tbl>
    <w:p w:rsidRPr="009C54AE" w:rsidR="0085747A" w:rsidP="009C54AE" w:rsidRDefault="0085747A" w14:paraId="0E25C18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E25C18F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E25C190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A84113" w14:paraId="0E25C192" w14:textId="77777777">
        <w:tc>
          <w:tcPr>
            <w:tcW w:w="9520" w:type="dxa"/>
          </w:tcPr>
          <w:p w:rsidRPr="009C54AE" w:rsidR="0085747A" w:rsidP="009C54AE" w:rsidRDefault="0085747A" w14:paraId="0E25C19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A84113" w:rsidTr="00A84113" w14:paraId="116FCB4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A84113" w:rsidP="00655CAD" w:rsidRDefault="00A84113" w14:paraId="5B95808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dziedzictwa kulturowego</w:t>
            </w:r>
          </w:p>
        </w:tc>
      </w:tr>
      <w:tr w:rsidRPr="009C54AE" w:rsidR="00A84113" w:rsidTr="00A84113" w14:paraId="7597348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A84113" w:rsidP="00655CAD" w:rsidRDefault="00A84113" w14:paraId="08D52FC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praw własności</w:t>
            </w:r>
          </w:p>
        </w:tc>
      </w:tr>
      <w:tr w:rsidRPr="009C54AE" w:rsidR="00A84113" w:rsidTr="00A84113" w14:paraId="39ACE35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A84113" w:rsidP="00655CAD" w:rsidRDefault="00A84113" w14:paraId="44C7A2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sektora kreatywnego</w:t>
            </w:r>
          </w:p>
        </w:tc>
      </w:tr>
      <w:tr w:rsidRPr="009C54AE" w:rsidR="00A84113" w:rsidTr="00A84113" w14:paraId="6D59BC8F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84113" w:rsidP="00655CAD" w:rsidRDefault="00A84113" w14:paraId="389954D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muzycznej</w:t>
            </w:r>
          </w:p>
        </w:tc>
      </w:tr>
      <w:tr w:rsidRPr="009C54AE" w:rsidR="00A84113" w:rsidTr="00A84113" w14:paraId="72265C1E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84113" w:rsidP="00655CAD" w:rsidRDefault="00A84113" w14:paraId="26A3BA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filmowej</w:t>
            </w:r>
          </w:p>
        </w:tc>
      </w:tr>
      <w:tr w:rsidRPr="009C54AE" w:rsidR="00A84113" w:rsidTr="00A84113" w14:paraId="1C33DA1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84113" w:rsidP="00655CAD" w:rsidRDefault="00A84113" w14:paraId="44A8D6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branży nadawczej </w:t>
            </w:r>
          </w:p>
        </w:tc>
      </w:tr>
      <w:tr w:rsidRPr="009C54AE" w:rsidR="00A84113" w:rsidTr="00A84113" w14:paraId="6E8E2EB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84113" w:rsidP="00655CAD" w:rsidRDefault="00A84113" w14:paraId="0C4282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wydawniczej</w:t>
            </w:r>
          </w:p>
        </w:tc>
      </w:tr>
      <w:tr w:rsidRPr="009C54AE" w:rsidR="00A84113" w:rsidTr="00A84113" w14:paraId="16ABFDB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84113" w:rsidP="00655CAD" w:rsidRDefault="00A84113" w14:paraId="5FA34C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festiwali</w:t>
            </w:r>
          </w:p>
        </w:tc>
      </w:tr>
      <w:tr w:rsidRPr="009C54AE" w:rsidR="00A84113" w:rsidTr="00A84113" w14:paraId="118BE127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A84113" w:rsidP="00655CAD" w:rsidRDefault="00A84113" w14:paraId="5F31B8D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turystyki kulturalnej</w:t>
            </w:r>
          </w:p>
        </w:tc>
      </w:tr>
    </w:tbl>
    <w:p w:rsidRPr="009C54AE" w:rsidR="0085747A" w:rsidP="009C54AE" w:rsidRDefault="0085747A" w14:paraId="0E25C19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5A18233E" w:rsidRDefault="009F4610" w14:paraId="0E25C19A" w14:textId="7AB3D543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3.4</w:t>
      </w:r>
      <w:r w:rsidRPr="5A18233E" w:rsidR="5497595A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Metody dydaktyczne</w:t>
      </w:r>
    </w:p>
    <w:p w:rsidRPr="009C54AE" w:rsidR="0085747A" w:rsidP="009C54AE" w:rsidRDefault="0085747A" w14:paraId="0E25C19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114F5" w:rsidR="00153C41" w:rsidP="009C54AE" w:rsidRDefault="00153C41" w14:paraId="0E25C19D" w14:textId="462864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  <w:szCs w:val="20"/>
        </w:rPr>
      </w:pPr>
      <w:r w:rsidRPr="005114F5">
        <w:rPr>
          <w:rFonts w:ascii="Corbel" w:hAnsi="Corbel"/>
          <w:b w:val="0"/>
          <w:smallCaps w:val="0"/>
          <w:sz w:val="22"/>
          <w:szCs w:val="20"/>
        </w:rPr>
        <w:t>W</w:t>
      </w:r>
      <w:r w:rsidRPr="005114F5" w:rsidR="0085747A">
        <w:rPr>
          <w:rFonts w:ascii="Corbel" w:hAnsi="Corbel"/>
          <w:b w:val="0"/>
          <w:smallCaps w:val="0"/>
          <w:sz w:val="22"/>
          <w:szCs w:val="20"/>
        </w:rPr>
        <w:t>ykład</w:t>
      </w:r>
      <w:r w:rsidRPr="005114F5">
        <w:rPr>
          <w:rFonts w:ascii="Corbel" w:hAnsi="Corbel"/>
          <w:b w:val="0"/>
          <w:smallCaps w:val="0"/>
          <w:sz w:val="22"/>
          <w:szCs w:val="20"/>
        </w:rPr>
        <w:t xml:space="preserve">: </w:t>
      </w:r>
      <w:r w:rsidRPr="005114F5" w:rsidR="0085747A">
        <w:rPr>
          <w:rFonts w:ascii="Corbel" w:hAnsi="Corbel"/>
          <w:b w:val="0"/>
          <w:smallCaps w:val="0"/>
          <w:sz w:val="22"/>
          <w:szCs w:val="20"/>
        </w:rPr>
        <w:t xml:space="preserve">wykład z prezentacją multimedialną </w:t>
      </w:r>
    </w:p>
    <w:p w:rsidRPr="005114F5" w:rsidR="0085747A" w:rsidP="009619EF" w:rsidRDefault="00153C41" w14:paraId="0E25C1A0" w14:textId="1DC7637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8"/>
          <w:szCs w:val="24"/>
        </w:rPr>
      </w:pPr>
      <w:r w:rsidRPr="005114F5">
        <w:rPr>
          <w:rFonts w:ascii="Corbel" w:hAnsi="Corbel"/>
          <w:b w:val="0"/>
          <w:smallCaps w:val="0"/>
          <w:sz w:val="22"/>
          <w:szCs w:val="20"/>
        </w:rPr>
        <w:t xml:space="preserve">Ćwiczenia: </w:t>
      </w:r>
      <w:r w:rsidRPr="005114F5" w:rsidR="009619EF">
        <w:rPr>
          <w:rFonts w:ascii="Corbel" w:hAnsi="Corbel"/>
          <w:b w:val="0"/>
          <w:smallCaps w:val="0"/>
          <w:sz w:val="22"/>
          <w:szCs w:val="20"/>
        </w:rPr>
        <w:t xml:space="preserve">prezentacja </w:t>
      </w:r>
      <w:r w:rsidRPr="005114F5" w:rsidR="00C30A65">
        <w:rPr>
          <w:rFonts w:ascii="Corbel" w:hAnsi="Corbel"/>
          <w:b w:val="0"/>
          <w:smallCaps w:val="0"/>
          <w:sz w:val="22"/>
          <w:szCs w:val="20"/>
        </w:rPr>
        <w:t>problemów/zagadnień</w:t>
      </w:r>
      <w:r w:rsidRPr="005114F5" w:rsidR="00B26ADD">
        <w:rPr>
          <w:rFonts w:ascii="Corbel" w:hAnsi="Corbel"/>
          <w:b w:val="0"/>
          <w:smallCaps w:val="0"/>
          <w:sz w:val="22"/>
          <w:szCs w:val="20"/>
        </w:rPr>
        <w:t xml:space="preserve"> na podstawie literatury </w:t>
      </w:r>
      <w:r w:rsidRPr="005114F5" w:rsidR="0083522A">
        <w:rPr>
          <w:rFonts w:ascii="Corbel" w:hAnsi="Corbel"/>
          <w:b w:val="0"/>
          <w:smallCaps w:val="0"/>
          <w:sz w:val="22"/>
          <w:szCs w:val="20"/>
        </w:rPr>
        <w:t>przedmiotu</w:t>
      </w:r>
      <w:r w:rsidRPr="005114F5" w:rsidR="009619EF">
        <w:rPr>
          <w:rFonts w:ascii="Corbel" w:hAnsi="Corbel"/>
          <w:b w:val="0"/>
          <w:smallCaps w:val="0"/>
          <w:sz w:val="22"/>
          <w:szCs w:val="20"/>
        </w:rPr>
        <w:t>, praca w grupach (rozwiązywanie zadań, dyskusja)</w:t>
      </w:r>
    </w:p>
    <w:p w:rsidR="00E960BB" w:rsidP="009C54AE" w:rsidRDefault="00E960BB" w14:paraId="0E25C1A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0E25C1A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E25C1A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0E25C1A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5A18233E" w:rsidRDefault="0085747A" w14:paraId="0E25C1A7" w14:textId="70F2C618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4.1</w:t>
      </w:r>
      <w:r w:rsidRPr="5A18233E" w:rsidR="53C603F1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Sposoby weryfikacji efektów </w:t>
      </w:r>
      <w:r w:rsidRPr="5A18233E" w:rsidR="00C05F44">
        <w:rPr>
          <w:rFonts w:ascii="Corbel" w:hAnsi="Corbel"/>
          <w:smallCaps w:val="0"/>
        </w:rPr>
        <w:t>uczenia się</w:t>
      </w:r>
    </w:p>
    <w:p w:rsidRPr="009C54AE" w:rsidR="0085747A" w:rsidP="009C54AE" w:rsidRDefault="0085747A" w14:paraId="0E25C1A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0E25C1AE" w14:textId="77777777">
        <w:tc>
          <w:tcPr>
            <w:tcW w:w="1985" w:type="dxa"/>
            <w:vAlign w:val="center"/>
          </w:tcPr>
          <w:p w:rsidRPr="009C54AE" w:rsidR="0085747A" w:rsidP="009C54AE" w:rsidRDefault="0071620A" w14:paraId="0E25C1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0E25C1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E25C1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0E25C1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E25C1A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0E25C1B2" w14:textId="77777777">
        <w:tc>
          <w:tcPr>
            <w:tcW w:w="1985" w:type="dxa"/>
          </w:tcPr>
          <w:p w:rsidRPr="009C54AE" w:rsidR="0085747A" w:rsidP="009C54AE" w:rsidRDefault="0085747A" w14:paraId="0E25C1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035035" w:rsidR="0085747A" w:rsidP="009C54AE" w:rsidRDefault="00025696" w14:paraId="0E25C1B0" w14:textId="7E55DE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Pr="00035035" w:rsidR="0085747A" w:rsidP="009C54AE" w:rsidRDefault="00416112" w14:paraId="0E25C1B1" w14:textId="351450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85747A" w:rsidTr="00C05F44" w14:paraId="0E25C1B6" w14:textId="77777777">
        <w:tc>
          <w:tcPr>
            <w:tcW w:w="1985" w:type="dxa"/>
          </w:tcPr>
          <w:p w:rsidRPr="009C54AE" w:rsidR="0085747A" w:rsidP="009C54AE" w:rsidRDefault="00826058" w14:paraId="0E25C1B3" w14:textId="5A6A40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:rsidRPr="00035035" w:rsidR="0085747A" w:rsidP="009C54AE" w:rsidRDefault="006B5C62" w14:paraId="0E25C1B4" w14:textId="67D958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035035" w:rsidR="0085747A" w:rsidP="009C54AE" w:rsidRDefault="00626DC4" w14:paraId="0E25C1B5" w14:textId="579FFB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9C54AE" w:rsidR="00826058" w:rsidTr="00C05F44" w14:paraId="47A5534B" w14:textId="77777777">
        <w:tc>
          <w:tcPr>
            <w:tcW w:w="1985" w:type="dxa"/>
          </w:tcPr>
          <w:p w:rsidRPr="009C54AE" w:rsidR="00826058" w:rsidP="009C54AE" w:rsidRDefault="00826058" w14:paraId="5AFA76DA" w14:textId="5F13B7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Pr="00035035" w:rsidR="00826058" w:rsidP="009C54AE" w:rsidRDefault="00413ECE" w14:paraId="55AE76AA" w14:textId="19401D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26" w:type="dxa"/>
          </w:tcPr>
          <w:p w:rsidRPr="00035035" w:rsidR="00826058" w:rsidP="009C54AE" w:rsidRDefault="0030099F" w14:paraId="210B400F" w14:textId="461CF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0E25C1B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5A18233E" w:rsidRDefault="003E1941" w14:paraId="0E25C1B8" w14:textId="5623DDB3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4.2</w:t>
      </w:r>
      <w:r w:rsidRPr="5A18233E" w:rsidR="5770148D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</w:t>
      </w:r>
      <w:r w:rsidRPr="5A18233E" w:rsidR="0085747A">
        <w:rPr>
          <w:rFonts w:ascii="Corbel" w:hAnsi="Corbel"/>
          <w:smallCaps w:val="0"/>
        </w:rPr>
        <w:t>Warunki zaliczenia przedmiotu (kryteria oceniania)</w:t>
      </w:r>
    </w:p>
    <w:p w:rsidRPr="009C54AE" w:rsidR="00923D7D" w:rsidP="009C54AE" w:rsidRDefault="00923D7D" w14:paraId="0E25C1B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38386854" w14:paraId="0E25C1BD" w14:textId="77777777">
        <w:tc>
          <w:tcPr>
            <w:tcW w:w="9670" w:type="dxa"/>
          </w:tcPr>
          <w:p w:rsidRPr="009C54AE" w:rsidR="0085747A" w:rsidP="38386854" w:rsidRDefault="340440F8" w14:paraId="4F1DDB46" w14:textId="3B5178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ćwiczeń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ocena, którą studenci otrzymują w wyniku zgromadzenia punktów przyznanych za: </w:t>
            </w:r>
          </w:p>
          <w:p w:rsidRPr="009C54AE" w:rsidR="0085747A" w:rsidP="5A18233E" w:rsidRDefault="340440F8" w14:paraId="456F04DF" w14:textId="6C30879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hAnsi="Corbel" w:eastAsia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:rsidRPr="009C54AE" w:rsidR="0085747A" w:rsidP="5A18233E" w:rsidRDefault="340440F8" w14:paraId="781FA990" w14:textId="091CB7F8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hAnsi="Corbel" w:eastAsia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pisemne kolokwium zaliczeniowe obejmujące zakresem materiał ćwiczeń i wykładów (90% punktów)</w:t>
            </w:r>
          </w:p>
          <w:p w:rsidRPr="009C54AE" w:rsidR="0085747A" w:rsidP="5A18233E" w:rsidRDefault="340440F8" w14:paraId="4240DA15" w14:textId="6B4410DB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Punkty za prezentację (max. 4; po dwa za spełnienie każdego z poniższych kryterium) są przyznawane za:</w:t>
            </w:r>
          </w:p>
          <w:p w:rsidRPr="009C54AE" w:rsidR="0085747A" w:rsidP="5A18233E" w:rsidRDefault="340440F8" w14:paraId="793F6DEB" w14:textId="46164383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:rsidRPr="009C54AE" w:rsidR="0085747A" w:rsidP="5A18233E" w:rsidRDefault="340440F8" w14:paraId="744DF49D" w14:textId="443041AB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stopień opanowania i samodzielność w prezentowaniu treści;</w:t>
            </w:r>
          </w:p>
          <w:p w:rsidRPr="009C54AE" w:rsidR="0085747A" w:rsidP="5A18233E" w:rsidRDefault="340440F8" w14:paraId="3B02A85A" w14:textId="2E0AE02C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:rsidRPr="009C54AE" w:rsidR="0085747A" w:rsidP="5A18233E" w:rsidRDefault="340440F8" w14:paraId="0E25C1BC" w14:textId="006E9E98">
            <w:pPr>
              <w:pStyle w:val="Punktygwne"/>
              <w:spacing w:before="0" w:after="0"/>
              <w:jc w:val="both"/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wykładów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 z ćwiczeń uwzględniająca treści wykładu.</w:t>
            </w:r>
          </w:p>
        </w:tc>
      </w:tr>
    </w:tbl>
    <w:p w:rsidRPr="009C54AE" w:rsidR="0085747A" w:rsidP="009C54AE" w:rsidRDefault="0085747A" w14:paraId="0E25C1B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E25C1B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E25C1C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0E25C1C3" w14:textId="77777777">
        <w:tc>
          <w:tcPr>
            <w:tcW w:w="4962" w:type="dxa"/>
            <w:vAlign w:val="center"/>
          </w:tcPr>
          <w:p w:rsidRPr="009C54AE" w:rsidR="0085747A" w:rsidP="009C54AE" w:rsidRDefault="00C61DC5" w14:paraId="0E25C1C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0E25C1C2" w14:textId="5CB12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21A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0E25C1C6" w14:textId="77777777">
        <w:tc>
          <w:tcPr>
            <w:tcW w:w="4962" w:type="dxa"/>
          </w:tcPr>
          <w:p w:rsidRPr="009C54AE" w:rsidR="0085747A" w:rsidP="009C54AE" w:rsidRDefault="00C61DC5" w14:paraId="0E25C1C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221AA5" w:rsidRDefault="003B69F1" w14:paraId="0E25C1C5" w14:textId="2A354D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0E25C1CA" w14:textId="77777777">
        <w:tc>
          <w:tcPr>
            <w:tcW w:w="4962" w:type="dxa"/>
          </w:tcPr>
          <w:p w:rsidRPr="009C54AE" w:rsidR="00C61DC5" w:rsidP="009C54AE" w:rsidRDefault="00C61DC5" w14:paraId="0E25C1C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E25C1C8" w14:textId="6B2B6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9C54AE" w:rsidR="00C61DC5" w:rsidP="00221AA5" w:rsidRDefault="000A7508" w14:paraId="0E25C1C9" w14:textId="1D0365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0E25C1CE" w14:textId="77777777">
        <w:tc>
          <w:tcPr>
            <w:tcW w:w="4962" w:type="dxa"/>
          </w:tcPr>
          <w:p w:rsidR="00197B57" w:rsidP="00C07EA1" w:rsidRDefault="00C61DC5" w14:paraId="27F1A4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07EA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197B57" w:rsidP="00C07EA1" w:rsidRDefault="00197B57" w14:paraId="62D8908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 w:rsidR="00C61DC5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A743A2" w:rsidP="00C07EA1" w:rsidRDefault="00A743A2" w14:paraId="223C94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:rsidRPr="009C54AE" w:rsidR="00C61DC5" w:rsidP="002A3E9A" w:rsidRDefault="00560DDD" w14:paraId="0E25C1CC" w14:textId="040F37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743A2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109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2A3E9A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:rsidR="00C61DC5" w:rsidP="00221AA5" w:rsidRDefault="00C61DC5" w14:paraId="5DFE2E5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E236B" w:rsidP="00221AA5" w:rsidRDefault="004E236B" w14:paraId="29A468E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E236B" w:rsidP="00221AA5" w:rsidRDefault="004E236B" w14:paraId="72AE84D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4E236B" w:rsidP="00221AA5" w:rsidRDefault="004E236B" w14:paraId="409868C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Pr="009C54AE" w:rsidR="004E236B" w:rsidP="00221AA5" w:rsidRDefault="004E236B" w14:paraId="0E25C1CD" w14:textId="7B989A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85747A" w:rsidTr="00923D7D" w14:paraId="0E25C1D1" w14:textId="77777777">
        <w:tc>
          <w:tcPr>
            <w:tcW w:w="4962" w:type="dxa"/>
          </w:tcPr>
          <w:p w:rsidRPr="009C54AE" w:rsidR="0085747A" w:rsidP="009C54AE" w:rsidRDefault="0085747A" w14:paraId="0E25C1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221AA5" w:rsidRDefault="002D7FAC" w14:paraId="0E25C1D0" w14:textId="491357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0E25C1D4" w14:textId="77777777">
        <w:tc>
          <w:tcPr>
            <w:tcW w:w="4962" w:type="dxa"/>
          </w:tcPr>
          <w:p w:rsidRPr="009C54AE" w:rsidR="0085747A" w:rsidP="009C54AE" w:rsidRDefault="0085747A" w14:paraId="0E25C1D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221AA5" w:rsidRDefault="002D7FAC" w14:paraId="0E25C1D3" w14:textId="061F64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0E25C1D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E25C1D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E25C1D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E25C1D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035035" w14:paraId="0E25C1DB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E25C1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035035" w:rsidRDefault="00035035" w14:paraId="0E25C1DA" w14:textId="6DF664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035035" w14:paraId="0E25C1DE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E25C1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035035" w:rsidRDefault="00035035" w14:paraId="0E25C1DD" w14:textId="5B678C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:rsidRPr="009C54AE" w:rsidR="003E1941" w:rsidP="009C54AE" w:rsidRDefault="003E1941" w14:paraId="0E25C1D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E25C1E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0E25C1E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747A" w:rsidTr="0793F29D" w14:paraId="0E25C1E3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28B975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063C7" w:rsidP="00035035" w:rsidRDefault="002063C7" w14:paraId="6DDC857C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Throsby</w:t>
            </w:r>
            <w:proofErr w:type="spellEnd"/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(2011) </w:t>
            </w:r>
            <w:r w:rsidRPr="00532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i kultura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2063C7" w:rsidP="5A18233E" w:rsidRDefault="74F7C37A" w14:paraId="41ACE9F3" w14:textId="61E3E850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Towse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(2012)</w:t>
            </w:r>
            <w:r>
              <w:t xml:space="preserve">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Ekonomia kultury. Kompendium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:rsidRPr="009C54AE" w:rsidR="002063C7" w:rsidP="5A18233E" w:rsidRDefault="74F7C37A" w14:paraId="0E25C1E2" w14:textId="08571938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Hausner J.,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Karwińska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Purchla J. (2013)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Kultura a rozwój.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Narodowe Centrum Kultury: Warszawa.</w:t>
            </w:r>
          </w:p>
        </w:tc>
      </w:tr>
      <w:tr w:rsidRPr="009C54AE" w:rsidR="0085747A" w:rsidTr="0793F29D" w14:paraId="0E25C1E5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769790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205D171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:rsidR="51BA38DA" w:rsidP="5A18233E" w:rsidRDefault="0FBDF6AD" w14:paraId="0AEB5580" w14:textId="08D326F3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Pyrkosz D.S. (2016) “Kultura i rynek – relacja konfliktu czy symbiozy?” Roczniki Kulturoznawcze.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Annals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Cultural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Studies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, VII 3, 2016. 119-132.</w:t>
            </w:r>
          </w:p>
          <w:p w:rsidR="51BA38DA" w:rsidP="5A18233E" w:rsidRDefault="0FBDF6AD" w14:paraId="1BB883C1" w14:textId="79E91D71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proofErr w:type="spellStart"/>
            <w:r w:rsidRPr="005114F5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Pyrkosz</w:t>
            </w:r>
            <w:proofErr w:type="spellEnd"/>
            <w:r w:rsidRPr="005114F5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D.S. (2016) “Culture, Creativity and Economy – Culture as a Determinant of Economic Development”. Statistics in the Ukraine and the World: State, Trends and Development Prospects. Proceedings of the XVI International Scientific and Practical Conference on the Occasion of the Day of Statistics.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Kyiv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: Information and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Analytical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Agency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. 229-237.</w:t>
            </w:r>
          </w:p>
          <w:p w:rsidR="00250850" w:rsidP="0793F29D" w:rsidRDefault="00250850" w14:paraId="2F7E87C9" w14:textId="101E2110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>Stiglitz</w:t>
            </w:r>
            <w:proofErr w:type="spellEnd"/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bookmarkStart w:name="_GoBack" w:id="1"/>
            <w:bookmarkEnd w:id="1"/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>J. (2004)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Ekonomia sektora publicznego.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Wyd. Naukowe PWN: Warszawa.</w:t>
            </w:r>
          </w:p>
          <w:p w:rsidR="00250850" w:rsidP="205D1712" w:rsidRDefault="00250850" w14:paraId="242BF912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Gwóźdź A. (red.) (2010)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Od przemysłów kultury do kreatywnej gospodarki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:rsidR="00250850" w:rsidP="205D1712" w:rsidRDefault="00250850" w14:paraId="45FEF337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Ilczuk</w:t>
            </w:r>
            <w:proofErr w:type="spellEnd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D. (2012)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Ekonomika kultury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Wydawnictwo Naukowe PWN: Warszawa. </w:t>
            </w:r>
          </w:p>
          <w:p w:rsidR="00250850" w:rsidP="205D1712" w:rsidRDefault="00250850" w14:paraId="60C5705A" w14:textId="79692C0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 e s b i t </w:t>
            </w:r>
            <w:proofErr w:type="spellStart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t</w:t>
            </w:r>
            <w:proofErr w:type="spellEnd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R.G. (2009) „Nie oglądaj się za siebie w gniewie” [w:] M. L i n d, R. M i n i c h b a u e r (red.),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Europejskie polityki kulturalne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2015. Fundacja Bęc Zmiana, Warszawa. </w:t>
            </w:r>
          </w:p>
          <w:p w:rsidRPr="009C54AE" w:rsidR="00250850" w:rsidP="005114F5" w:rsidRDefault="00250850" w14:paraId="0E25C1E4" w14:textId="19C66B0A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>Bendixen</w:t>
            </w:r>
            <w:proofErr w:type="spellEnd"/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P. (2001) 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ekonomiki kultury i sztuki.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UJ, Kraków.</w:t>
            </w:r>
          </w:p>
        </w:tc>
      </w:tr>
    </w:tbl>
    <w:p w:rsidRPr="009C54AE" w:rsidR="0085747A" w:rsidP="009C54AE" w:rsidRDefault="0085747A" w14:paraId="0E25C1E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E25C1E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E25C1E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0CD" w:rsidP="00C16ABF" w:rsidRDefault="00AE30CD" w14:paraId="798696BB" w14:textId="77777777">
      <w:pPr>
        <w:spacing w:after="0" w:line="240" w:lineRule="auto"/>
      </w:pPr>
      <w:r>
        <w:separator/>
      </w:r>
    </w:p>
  </w:endnote>
  <w:endnote w:type="continuationSeparator" w:id="0">
    <w:p w:rsidR="00AE30CD" w:rsidP="00C16ABF" w:rsidRDefault="00AE30CD" w14:paraId="4091EC8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0CD" w:rsidP="00C16ABF" w:rsidRDefault="00AE30CD" w14:paraId="6E997C22" w14:textId="77777777">
      <w:pPr>
        <w:spacing w:after="0" w:line="240" w:lineRule="auto"/>
      </w:pPr>
      <w:r>
        <w:separator/>
      </w:r>
    </w:p>
  </w:footnote>
  <w:footnote w:type="continuationSeparator" w:id="0">
    <w:p w:rsidR="00AE30CD" w:rsidP="00C16ABF" w:rsidRDefault="00AE30CD" w14:paraId="485C4F7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E25C1E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7F7826"/>
    <w:multiLevelType w:val="hybridMultilevel"/>
    <w:tmpl w:val="54B89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59760C"/>
    <w:multiLevelType w:val="hybridMultilevel"/>
    <w:tmpl w:val="16008128"/>
    <w:lvl w:ilvl="0" w:tplc="4CF2525E">
      <w:start w:val="1"/>
      <w:numFmt w:val="decimal"/>
      <w:lvlText w:val="%1."/>
      <w:lvlJc w:val="left"/>
      <w:pPr>
        <w:ind w:left="720" w:hanging="360"/>
      </w:pPr>
    </w:lvl>
    <w:lvl w:ilvl="1" w:tplc="6C742962">
      <w:start w:val="1"/>
      <w:numFmt w:val="lowerLetter"/>
      <w:lvlText w:val="%2."/>
      <w:lvlJc w:val="left"/>
      <w:pPr>
        <w:ind w:left="1440" w:hanging="360"/>
      </w:pPr>
    </w:lvl>
    <w:lvl w:ilvl="2" w:tplc="EC785D6A">
      <w:start w:val="1"/>
      <w:numFmt w:val="lowerRoman"/>
      <w:lvlText w:val="%3."/>
      <w:lvlJc w:val="right"/>
      <w:pPr>
        <w:ind w:left="2160" w:hanging="180"/>
      </w:pPr>
    </w:lvl>
    <w:lvl w:ilvl="3" w:tplc="05E44A04">
      <w:start w:val="1"/>
      <w:numFmt w:val="decimal"/>
      <w:lvlText w:val="%4."/>
      <w:lvlJc w:val="left"/>
      <w:pPr>
        <w:ind w:left="2880" w:hanging="360"/>
      </w:pPr>
    </w:lvl>
    <w:lvl w:ilvl="4" w:tplc="C87837F6">
      <w:start w:val="1"/>
      <w:numFmt w:val="lowerLetter"/>
      <w:lvlText w:val="%5."/>
      <w:lvlJc w:val="left"/>
      <w:pPr>
        <w:ind w:left="3600" w:hanging="360"/>
      </w:pPr>
    </w:lvl>
    <w:lvl w:ilvl="5" w:tplc="47121200">
      <w:start w:val="1"/>
      <w:numFmt w:val="lowerRoman"/>
      <w:lvlText w:val="%6."/>
      <w:lvlJc w:val="right"/>
      <w:pPr>
        <w:ind w:left="4320" w:hanging="180"/>
      </w:pPr>
    </w:lvl>
    <w:lvl w:ilvl="6" w:tplc="0F0CB02E">
      <w:start w:val="1"/>
      <w:numFmt w:val="decimal"/>
      <w:lvlText w:val="%7."/>
      <w:lvlJc w:val="left"/>
      <w:pPr>
        <w:ind w:left="5040" w:hanging="360"/>
      </w:pPr>
    </w:lvl>
    <w:lvl w:ilvl="7" w:tplc="697E9542">
      <w:start w:val="1"/>
      <w:numFmt w:val="lowerLetter"/>
      <w:lvlText w:val="%8."/>
      <w:lvlJc w:val="left"/>
      <w:pPr>
        <w:ind w:left="5760" w:hanging="360"/>
      </w:pPr>
    </w:lvl>
    <w:lvl w:ilvl="8" w:tplc="943EB1B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D4DA2"/>
    <w:multiLevelType w:val="hybridMultilevel"/>
    <w:tmpl w:val="225EE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5696"/>
    <w:rsid w:val="00035035"/>
    <w:rsid w:val="00040C36"/>
    <w:rsid w:val="00042A51"/>
    <w:rsid w:val="00042D2E"/>
    <w:rsid w:val="00044C82"/>
    <w:rsid w:val="00070ED6"/>
    <w:rsid w:val="000742DC"/>
    <w:rsid w:val="000801EC"/>
    <w:rsid w:val="00084C12"/>
    <w:rsid w:val="0009462C"/>
    <w:rsid w:val="00094B12"/>
    <w:rsid w:val="00096C46"/>
    <w:rsid w:val="000A296F"/>
    <w:rsid w:val="000A2A28"/>
    <w:rsid w:val="000A3CDF"/>
    <w:rsid w:val="000A4289"/>
    <w:rsid w:val="000A4D08"/>
    <w:rsid w:val="000A7508"/>
    <w:rsid w:val="000B192D"/>
    <w:rsid w:val="000B28EE"/>
    <w:rsid w:val="000B3E37"/>
    <w:rsid w:val="000D04B0"/>
    <w:rsid w:val="000F1C57"/>
    <w:rsid w:val="000F5615"/>
    <w:rsid w:val="00120E59"/>
    <w:rsid w:val="001248D6"/>
    <w:rsid w:val="00124BFF"/>
    <w:rsid w:val="0012560E"/>
    <w:rsid w:val="00127108"/>
    <w:rsid w:val="0013109B"/>
    <w:rsid w:val="00134B13"/>
    <w:rsid w:val="00146BC0"/>
    <w:rsid w:val="00153C41"/>
    <w:rsid w:val="00154381"/>
    <w:rsid w:val="001640A7"/>
    <w:rsid w:val="001648C6"/>
    <w:rsid w:val="00164FA7"/>
    <w:rsid w:val="00166A03"/>
    <w:rsid w:val="001718A7"/>
    <w:rsid w:val="001737CF"/>
    <w:rsid w:val="0017512A"/>
    <w:rsid w:val="00176083"/>
    <w:rsid w:val="00192F37"/>
    <w:rsid w:val="00197B57"/>
    <w:rsid w:val="001A70D2"/>
    <w:rsid w:val="001C4F8A"/>
    <w:rsid w:val="001D657B"/>
    <w:rsid w:val="001D7B54"/>
    <w:rsid w:val="001E0209"/>
    <w:rsid w:val="001F2CA2"/>
    <w:rsid w:val="002010C2"/>
    <w:rsid w:val="00204C62"/>
    <w:rsid w:val="002063C7"/>
    <w:rsid w:val="002144C0"/>
    <w:rsid w:val="00215FA7"/>
    <w:rsid w:val="002216A0"/>
    <w:rsid w:val="00221AA5"/>
    <w:rsid w:val="0022477D"/>
    <w:rsid w:val="002278A9"/>
    <w:rsid w:val="002302F6"/>
    <w:rsid w:val="0023257B"/>
    <w:rsid w:val="002336F9"/>
    <w:rsid w:val="0024028F"/>
    <w:rsid w:val="00241B3B"/>
    <w:rsid w:val="0024238B"/>
    <w:rsid w:val="00244ABC"/>
    <w:rsid w:val="00250850"/>
    <w:rsid w:val="002753F0"/>
    <w:rsid w:val="00281FF2"/>
    <w:rsid w:val="002857DE"/>
    <w:rsid w:val="00291567"/>
    <w:rsid w:val="002A22BF"/>
    <w:rsid w:val="002A2389"/>
    <w:rsid w:val="002A3E9A"/>
    <w:rsid w:val="002A671D"/>
    <w:rsid w:val="002B1F0A"/>
    <w:rsid w:val="002B4D55"/>
    <w:rsid w:val="002B5EA0"/>
    <w:rsid w:val="002B6119"/>
    <w:rsid w:val="002C1F06"/>
    <w:rsid w:val="002D3375"/>
    <w:rsid w:val="002D73D4"/>
    <w:rsid w:val="002D7FAC"/>
    <w:rsid w:val="002F02A3"/>
    <w:rsid w:val="002F4ABE"/>
    <w:rsid w:val="0030099F"/>
    <w:rsid w:val="003018BA"/>
    <w:rsid w:val="0030395F"/>
    <w:rsid w:val="00305C92"/>
    <w:rsid w:val="003151C5"/>
    <w:rsid w:val="003343CF"/>
    <w:rsid w:val="003415F2"/>
    <w:rsid w:val="00346FE9"/>
    <w:rsid w:val="0034759A"/>
    <w:rsid w:val="003503F6"/>
    <w:rsid w:val="003530DD"/>
    <w:rsid w:val="00363F78"/>
    <w:rsid w:val="003755DE"/>
    <w:rsid w:val="003A0A5B"/>
    <w:rsid w:val="003A1176"/>
    <w:rsid w:val="003B69F1"/>
    <w:rsid w:val="003C0BAE"/>
    <w:rsid w:val="003D18A9"/>
    <w:rsid w:val="003D5BEA"/>
    <w:rsid w:val="003D6CE2"/>
    <w:rsid w:val="003E1941"/>
    <w:rsid w:val="003E2FE6"/>
    <w:rsid w:val="003E49D5"/>
    <w:rsid w:val="003F205D"/>
    <w:rsid w:val="003F38C0"/>
    <w:rsid w:val="003F6E1D"/>
    <w:rsid w:val="00413ECE"/>
    <w:rsid w:val="00414001"/>
    <w:rsid w:val="00414E3C"/>
    <w:rsid w:val="00416112"/>
    <w:rsid w:val="0042244A"/>
    <w:rsid w:val="0042745A"/>
    <w:rsid w:val="00431D5C"/>
    <w:rsid w:val="004362C6"/>
    <w:rsid w:val="00437FA2"/>
    <w:rsid w:val="00445970"/>
    <w:rsid w:val="0045699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36B"/>
    <w:rsid w:val="004F1551"/>
    <w:rsid w:val="004F27D1"/>
    <w:rsid w:val="004F55A3"/>
    <w:rsid w:val="0050496F"/>
    <w:rsid w:val="005114F5"/>
    <w:rsid w:val="00513B6F"/>
    <w:rsid w:val="00517C63"/>
    <w:rsid w:val="005363C4"/>
    <w:rsid w:val="00536BDE"/>
    <w:rsid w:val="005419E5"/>
    <w:rsid w:val="00543ACC"/>
    <w:rsid w:val="00560DDD"/>
    <w:rsid w:val="0056696D"/>
    <w:rsid w:val="00585B60"/>
    <w:rsid w:val="0059484D"/>
    <w:rsid w:val="005A0855"/>
    <w:rsid w:val="005A133C"/>
    <w:rsid w:val="005A3196"/>
    <w:rsid w:val="005B43C5"/>
    <w:rsid w:val="005C080F"/>
    <w:rsid w:val="005C55E5"/>
    <w:rsid w:val="005C696A"/>
    <w:rsid w:val="005D6F40"/>
    <w:rsid w:val="005E6E85"/>
    <w:rsid w:val="005F31D2"/>
    <w:rsid w:val="00603D40"/>
    <w:rsid w:val="0061029B"/>
    <w:rsid w:val="00615DDD"/>
    <w:rsid w:val="00617230"/>
    <w:rsid w:val="00621CE1"/>
    <w:rsid w:val="006227A1"/>
    <w:rsid w:val="00626DC4"/>
    <w:rsid w:val="00627FC9"/>
    <w:rsid w:val="00647FA8"/>
    <w:rsid w:val="00650C5F"/>
    <w:rsid w:val="00654934"/>
    <w:rsid w:val="006620D9"/>
    <w:rsid w:val="00671958"/>
    <w:rsid w:val="00675843"/>
    <w:rsid w:val="00696477"/>
    <w:rsid w:val="006A087C"/>
    <w:rsid w:val="006B5C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0B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130"/>
    <w:rsid w:val="007C12EA"/>
    <w:rsid w:val="007C3299"/>
    <w:rsid w:val="007C3BCC"/>
    <w:rsid w:val="007C4546"/>
    <w:rsid w:val="007D6E56"/>
    <w:rsid w:val="007F4155"/>
    <w:rsid w:val="0081352B"/>
    <w:rsid w:val="0081554D"/>
    <w:rsid w:val="0081707E"/>
    <w:rsid w:val="00826058"/>
    <w:rsid w:val="0083522A"/>
    <w:rsid w:val="008449B3"/>
    <w:rsid w:val="008552A2"/>
    <w:rsid w:val="0085747A"/>
    <w:rsid w:val="00884922"/>
    <w:rsid w:val="00885F64"/>
    <w:rsid w:val="008917F9"/>
    <w:rsid w:val="0089371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109"/>
    <w:rsid w:val="00916188"/>
    <w:rsid w:val="00923D7D"/>
    <w:rsid w:val="009506C7"/>
    <w:rsid w:val="009508DF"/>
    <w:rsid w:val="00950DAC"/>
    <w:rsid w:val="00954A07"/>
    <w:rsid w:val="009619EF"/>
    <w:rsid w:val="00984B23"/>
    <w:rsid w:val="00991867"/>
    <w:rsid w:val="009935F2"/>
    <w:rsid w:val="00997F14"/>
    <w:rsid w:val="009A6A52"/>
    <w:rsid w:val="009A78D9"/>
    <w:rsid w:val="009B36B6"/>
    <w:rsid w:val="009C3E31"/>
    <w:rsid w:val="009C54AE"/>
    <w:rsid w:val="009C788E"/>
    <w:rsid w:val="009D023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57"/>
    <w:rsid w:val="00A719A2"/>
    <w:rsid w:val="00A743A2"/>
    <w:rsid w:val="00A84113"/>
    <w:rsid w:val="00A84C85"/>
    <w:rsid w:val="00A97DE1"/>
    <w:rsid w:val="00AB053C"/>
    <w:rsid w:val="00AC7DC3"/>
    <w:rsid w:val="00AD1146"/>
    <w:rsid w:val="00AD27D3"/>
    <w:rsid w:val="00AD66D6"/>
    <w:rsid w:val="00AE1160"/>
    <w:rsid w:val="00AE203C"/>
    <w:rsid w:val="00AE2E74"/>
    <w:rsid w:val="00AE30CD"/>
    <w:rsid w:val="00AE5FCB"/>
    <w:rsid w:val="00AF2C1E"/>
    <w:rsid w:val="00B06142"/>
    <w:rsid w:val="00B135B1"/>
    <w:rsid w:val="00B26ADD"/>
    <w:rsid w:val="00B3130B"/>
    <w:rsid w:val="00B32466"/>
    <w:rsid w:val="00B33DAD"/>
    <w:rsid w:val="00B40ADB"/>
    <w:rsid w:val="00B43B77"/>
    <w:rsid w:val="00B43E80"/>
    <w:rsid w:val="00B560FC"/>
    <w:rsid w:val="00B607DB"/>
    <w:rsid w:val="00B654EC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6AA2"/>
    <w:rsid w:val="00BF2C41"/>
    <w:rsid w:val="00C058B4"/>
    <w:rsid w:val="00C05F44"/>
    <w:rsid w:val="00C07EA1"/>
    <w:rsid w:val="00C131B5"/>
    <w:rsid w:val="00C16ABF"/>
    <w:rsid w:val="00C170AE"/>
    <w:rsid w:val="00C21DB2"/>
    <w:rsid w:val="00C26CB7"/>
    <w:rsid w:val="00C30A65"/>
    <w:rsid w:val="00C30EF7"/>
    <w:rsid w:val="00C324C1"/>
    <w:rsid w:val="00C36992"/>
    <w:rsid w:val="00C5140E"/>
    <w:rsid w:val="00C56036"/>
    <w:rsid w:val="00C61DC5"/>
    <w:rsid w:val="00C67E92"/>
    <w:rsid w:val="00C70A26"/>
    <w:rsid w:val="00C766DF"/>
    <w:rsid w:val="00C83BEA"/>
    <w:rsid w:val="00C94B98"/>
    <w:rsid w:val="00C96069"/>
    <w:rsid w:val="00C96D34"/>
    <w:rsid w:val="00CA2B96"/>
    <w:rsid w:val="00CA5089"/>
    <w:rsid w:val="00CA56E5"/>
    <w:rsid w:val="00CA5E95"/>
    <w:rsid w:val="00CD3E3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E30"/>
    <w:rsid w:val="00E51E44"/>
    <w:rsid w:val="00E6001F"/>
    <w:rsid w:val="00E63348"/>
    <w:rsid w:val="00E661B9"/>
    <w:rsid w:val="00E742AA"/>
    <w:rsid w:val="00E7489D"/>
    <w:rsid w:val="00E77E88"/>
    <w:rsid w:val="00E8107D"/>
    <w:rsid w:val="00E960BB"/>
    <w:rsid w:val="00EA2074"/>
    <w:rsid w:val="00EA4832"/>
    <w:rsid w:val="00EA4E9D"/>
    <w:rsid w:val="00EB3171"/>
    <w:rsid w:val="00EC4899"/>
    <w:rsid w:val="00ED03AB"/>
    <w:rsid w:val="00ED32D2"/>
    <w:rsid w:val="00EE32DE"/>
    <w:rsid w:val="00EE5457"/>
    <w:rsid w:val="00EF38F0"/>
    <w:rsid w:val="00F070AB"/>
    <w:rsid w:val="00F14BB7"/>
    <w:rsid w:val="00F17567"/>
    <w:rsid w:val="00F23957"/>
    <w:rsid w:val="00F27A7B"/>
    <w:rsid w:val="00F457A8"/>
    <w:rsid w:val="00F526AF"/>
    <w:rsid w:val="00F617C3"/>
    <w:rsid w:val="00F7066B"/>
    <w:rsid w:val="00F73EB4"/>
    <w:rsid w:val="00F83B28"/>
    <w:rsid w:val="00F974DA"/>
    <w:rsid w:val="00FA46E5"/>
    <w:rsid w:val="00FB7DBA"/>
    <w:rsid w:val="00FC020E"/>
    <w:rsid w:val="00FC1C25"/>
    <w:rsid w:val="00FC3F45"/>
    <w:rsid w:val="00FC4C46"/>
    <w:rsid w:val="00FD503F"/>
    <w:rsid w:val="00FD7589"/>
    <w:rsid w:val="00FF016A"/>
    <w:rsid w:val="00FF1401"/>
    <w:rsid w:val="00FF5E7D"/>
    <w:rsid w:val="05D364DF"/>
    <w:rsid w:val="0793F29D"/>
    <w:rsid w:val="07E3A8BF"/>
    <w:rsid w:val="0FBDF6AD"/>
    <w:rsid w:val="1742B634"/>
    <w:rsid w:val="1B8FAD6F"/>
    <w:rsid w:val="205D1712"/>
    <w:rsid w:val="290EC271"/>
    <w:rsid w:val="327FB030"/>
    <w:rsid w:val="340440F8"/>
    <w:rsid w:val="38386854"/>
    <w:rsid w:val="38E725B7"/>
    <w:rsid w:val="4589CE46"/>
    <w:rsid w:val="4D52C893"/>
    <w:rsid w:val="4E60A173"/>
    <w:rsid w:val="51BA38DA"/>
    <w:rsid w:val="53C603F1"/>
    <w:rsid w:val="5497595A"/>
    <w:rsid w:val="5770148D"/>
    <w:rsid w:val="5A18233E"/>
    <w:rsid w:val="5D03CBDE"/>
    <w:rsid w:val="62DFF3FD"/>
    <w:rsid w:val="64FE680D"/>
    <w:rsid w:val="66FE93CC"/>
    <w:rsid w:val="6BFBF5F8"/>
    <w:rsid w:val="6EB91F5A"/>
    <w:rsid w:val="6F8F8548"/>
    <w:rsid w:val="74F7C37A"/>
    <w:rsid w:val="779C4794"/>
    <w:rsid w:val="7A76F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5C0FF"/>
  <w15:docId w15:val="{890B9983-DAE2-4112-942D-6A605747823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81352B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81352B"/>
  </w:style>
  <w:style w:type="character" w:styleId="spellingerror" w:customStyle="1">
    <w:name w:val="spellingerror"/>
    <w:basedOn w:val="Domylnaczcionkaakapitu"/>
    <w:rsid w:val="0081352B"/>
  </w:style>
  <w:style w:type="character" w:styleId="eop" w:customStyle="1">
    <w:name w:val="eop"/>
    <w:basedOn w:val="Domylnaczcionkaakapitu"/>
    <w:rsid w:val="008135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135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1352B"/>
  </w:style>
  <w:style w:type="character" w:customStyle="1" w:styleId="spellingerror">
    <w:name w:val="spellingerror"/>
    <w:basedOn w:val="Domylnaczcionkaakapitu"/>
    <w:rsid w:val="0081352B"/>
  </w:style>
  <w:style w:type="character" w:customStyle="1" w:styleId="eop">
    <w:name w:val="eop"/>
    <w:basedOn w:val="Domylnaczcionkaakapitu"/>
    <w:rsid w:val="00813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969CA-EC2F-4256-984C-A09EB84BC4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390A40-E495-4D1E-8D2A-253C10CE6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EA3D57-28C6-495F-80E5-6DE89563F3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FBD55-CA85-478D-B4BE-332B8E4A44D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Cyrek Magdalena</lastModifiedBy>
  <revision>20</revision>
  <lastPrinted>2019-02-06T12:12:00.0000000Z</lastPrinted>
  <dcterms:created xsi:type="dcterms:W3CDTF">2020-11-16T16:28:00.0000000Z</dcterms:created>
  <dcterms:modified xsi:type="dcterms:W3CDTF">2022-05-30T11:05:42.6613562Z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